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E1115" w14:textId="77777777" w:rsidR="00A46E0D" w:rsidRPr="0053104E" w:rsidRDefault="00D808A7" w:rsidP="00D808A7">
      <w:pPr>
        <w:pStyle w:val="Naslov1"/>
        <w:rPr>
          <w:rFonts w:ascii="Segoe UI" w:hAnsi="Segoe UI" w:cs="Segoe UI"/>
          <w:sz w:val="20"/>
          <w:szCs w:val="20"/>
        </w:rPr>
      </w:pPr>
      <w:permStart w:id="340812810" w:edGrp="everyone"/>
      <w:permEnd w:id="340812810"/>
      <w:r w:rsidRPr="0053104E">
        <w:rPr>
          <w:rFonts w:ascii="Segoe UI" w:hAnsi="Segoe UI" w:cs="Segoe UI"/>
          <w:sz w:val="20"/>
          <w:szCs w:val="20"/>
        </w:rPr>
        <w:t>NAROČNIK:</w:t>
      </w:r>
      <w:r w:rsidRPr="0053104E">
        <w:rPr>
          <w:rFonts w:ascii="Segoe UI" w:hAnsi="Segoe UI" w:cs="Segoe UI"/>
          <w:sz w:val="20"/>
          <w:szCs w:val="20"/>
        </w:rPr>
        <w:tab/>
      </w:r>
      <w:r w:rsidRPr="0053104E">
        <w:rPr>
          <w:rFonts w:ascii="Segoe UI" w:hAnsi="Segoe UI" w:cs="Segoe UI"/>
          <w:sz w:val="20"/>
          <w:szCs w:val="20"/>
        </w:rPr>
        <w:tab/>
      </w:r>
      <w:r w:rsidRPr="0053104E">
        <w:rPr>
          <w:rFonts w:ascii="Segoe UI" w:hAnsi="Segoe UI" w:cs="Segoe UI"/>
          <w:sz w:val="20"/>
          <w:szCs w:val="20"/>
        </w:rPr>
        <w:tab/>
      </w:r>
      <w:r w:rsidRPr="0053104E">
        <w:rPr>
          <w:rFonts w:ascii="Segoe UI" w:hAnsi="Segoe UI" w:cs="Segoe UI"/>
          <w:sz w:val="20"/>
          <w:szCs w:val="20"/>
        </w:rPr>
        <w:tab/>
      </w:r>
      <w:r w:rsidRPr="0053104E">
        <w:rPr>
          <w:rFonts w:ascii="Segoe UI" w:hAnsi="Segoe UI" w:cs="Segoe UI"/>
          <w:sz w:val="20"/>
          <w:szCs w:val="20"/>
        </w:rPr>
        <w:tab/>
      </w:r>
      <w:r w:rsidRPr="0053104E">
        <w:rPr>
          <w:rFonts w:ascii="Segoe UI" w:hAnsi="Segoe UI" w:cs="Segoe UI"/>
          <w:sz w:val="20"/>
          <w:szCs w:val="20"/>
        </w:rPr>
        <w:tab/>
      </w:r>
      <w:r w:rsidRPr="0053104E">
        <w:rPr>
          <w:rFonts w:ascii="Segoe UI" w:hAnsi="Segoe UI" w:cs="Segoe UI"/>
          <w:sz w:val="20"/>
          <w:szCs w:val="20"/>
        </w:rPr>
        <w:tab/>
      </w:r>
      <w:r w:rsidRPr="0053104E">
        <w:rPr>
          <w:rFonts w:ascii="Segoe UI" w:hAnsi="Segoe UI" w:cs="Segoe UI"/>
          <w:sz w:val="20"/>
          <w:szCs w:val="20"/>
        </w:rPr>
        <w:tab/>
      </w:r>
      <w:r w:rsidRPr="0053104E">
        <w:rPr>
          <w:rFonts w:ascii="Segoe UI" w:hAnsi="Segoe UI" w:cs="Segoe UI"/>
          <w:sz w:val="20"/>
          <w:szCs w:val="20"/>
        </w:rPr>
        <w:tab/>
      </w:r>
      <w:r w:rsidRPr="0053104E">
        <w:rPr>
          <w:rFonts w:ascii="Segoe UI" w:hAnsi="Segoe UI" w:cs="Segoe UI"/>
          <w:sz w:val="20"/>
          <w:szCs w:val="20"/>
        </w:rPr>
        <w:tab/>
        <w:t xml:space="preserve">    </w:t>
      </w:r>
      <w:r w:rsidR="00754FFF" w:rsidRPr="0053104E">
        <w:rPr>
          <w:rFonts w:ascii="Segoe UI" w:hAnsi="Segoe UI" w:cs="Segoe UI"/>
          <w:sz w:val="20"/>
          <w:szCs w:val="20"/>
        </w:rPr>
        <w:t>OBR 3c</w:t>
      </w:r>
      <w:r w:rsidR="00A46E0D" w:rsidRPr="0053104E">
        <w:rPr>
          <w:rFonts w:ascii="Segoe UI" w:hAnsi="Segoe UI" w:cs="Segoe UI"/>
          <w:sz w:val="20"/>
          <w:szCs w:val="20"/>
        </w:rPr>
        <w:t xml:space="preserve">                                                           </w:t>
      </w:r>
    </w:p>
    <w:p w14:paraId="49821BE9" w14:textId="77777777" w:rsidR="00A46E0D" w:rsidRPr="0053104E" w:rsidRDefault="00D808A7" w:rsidP="00A46E0D">
      <w:pPr>
        <w:pStyle w:val="Naslov1"/>
        <w:rPr>
          <w:rFonts w:ascii="Segoe UI" w:hAnsi="Segoe UI" w:cs="Segoe UI"/>
          <w:bCs w:val="0"/>
          <w:sz w:val="20"/>
          <w:szCs w:val="20"/>
        </w:rPr>
      </w:pPr>
      <w:r w:rsidRPr="0053104E">
        <w:rPr>
          <w:rFonts w:ascii="Segoe UI" w:hAnsi="Segoe UI" w:cs="Segoe UI"/>
          <w:bCs w:val="0"/>
          <w:sz w:val="20"/>
          <w:szCs w:val="20"/>
        </w:rPr>
        <w:t>OBČINA VIPAVA</w:t>
      </w:r>
    </w:p>
    <w:p w14:paraId="1F7585D9" w14:textId="77777777" w:rsidR="00D808A7" w:rsidRPr="0053104E" w:rsidRDefault="00D808A7" w:rsidP="00D808A7">
      <w:pPr>
        <w:rPr>
          <w:rFonts w:ascii="Segoe UI" w:hAnsi="Segoe UI" w:cs="Segoe UI"/>
          <w:sz w:val="20"/>
          <w:szCs w:val="20"/>
        </w:rPr>
      </w:pPr>
    </w:p>
    <w:p w14:paraId="429F63C1" w14:textId="53A992DF" w:rsidR="00DD1707" w:rsidRPr="00347D35" w:rsidRDefault="00DD1707" w:rsidP="005A4A8C">
      <w:pPr>
        <w:tabs>
          <w:tab w:val="left" w:leader="underscore" w:pos="3402"/>
        </w:tabs>
        <w:rPr>
          <w:color w:val="1F497D"/>
          <w:sz w:val="22"/>
          <w:szCs w:val="22"/>
        </w:rPr>
      </w:pPr>
      <w:bookmarkStart w:id="0" w:name="_Hlk47952430"/>
      <w:r w:rsidRPr="00C22DAB">
        <w:rPr>
          <w:rFonts w:ascii="Segoe UI" w:hAnsi="Segoe UI" w:cs="Segoe UI"/>
          <w:sz w:val="20"/>
          <w:szCs w:val="20"/>
        </w:rPr>
        <w:t xml:space="preserve">Številka: </w:t>
      </w:r>
      <w:bookmarkEnd w:id="0"/>
      <w:r w:rsidR="005A4A8C">
        <w:rPr>
          <w:rFonts w:ascii="Segoe UI" w:hAnsi="Segoe UI" w:cs="Segoe UI"/>
          <w:sz w:val="20"/>
          <w:szCs w:val="20"/>
        </w:rPr>
        <w:tab/>
      </w:r>
    </w:p>
    <w:p w14:paraId="4BF196A4" w14:textId="77777777" w:rsidR="00397461" w:rsidRDefault="00397461" w:rsidP="00397461">
      <w:pPr>
        <w:tabs>
          <w:tab w:val="left" w:pos="709"/>
          <w:tab w:val="left" w:leader="underscore" w:pos="3402"/>
        </w:tabs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Datum: </w:t>
      </w: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</w:p>
    <w:p w14:paraId="55A4F831" w14:textId="77777777" w:rsidR="00F35B73" w:rsidRPr="0053104E" w:rsidRDefault="00F35B73" w:rsidP="00F35B73">
      <w:pPr>
        <w:rPr>
          <w:rFonts w:ascii="Segoe UI" w:hAnsi="Segoe UI" w:cs="Segoe UI"/>
          <w:sz w:val="20"/>
          <w:szCs w:val="20"/>
        </w:rPr>
      </w:pPr>
    </w:p>
    <w:p w14:paraId="34D25DA6" w14:textId="77777777" w:rsidR="00A46E0D" w:rsidRPr="0053104E" w:rsidRDefault="00A46E0D" w:rsidP="00A46E0D">
      <w:pPr>
        <w:pStyle w:val="Naslov1"/>
        <w:rPr>
          <w:rFonts w:ascii="Segoe UI" w:hAnsi="Segoe UI" w:cs="Segoe UI"/>
          <w:sz w:val="20"/>
          <w:szCs w:val="20"/>
        </w:rPr>
      </w:pPr>
      <w:r w:rsidRPr="0053104E">
        <w:rPr>
          <w:rFonts w:ascii="Segoe UI" w:hAnsi="Segoe UI" w:cs="Segoe UI"/>
          <w:sz w:val="20"/>
          <w:szCs w:val="20"/>
        </w:rPr>
        <w:t>PONUDNIK: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428"/>
      </w:tblGrid>
      <w:tr w:rsidR="00B66BF1" w:rsidRPr="0053104E" w14:paraId="381AE373" w14:textId="77777777">
        <w:tc>
          <w:tcPr>
            <w:tcW w:w="4428" w:type="dxa"/>
            <w:tcBorders>
              <w:bottom w:val="single" w:sz="4" w:space="0" w:color="auto"/>
            </w:tcBorders>
          </w:tcPr>
          <w:p w14:paraId="055F67B9" w14:textId="73E5900C" w:rsidR="00B66BF1" w:rsidRPr="0053104E" w:rsidRDefault="00B66BF1" w:rsidP="00B66BF1">
            <w:pPr>
              <w:rPr>
                <w:rFonts w:ascii="Segoe UI" w:hAnsi="Segoe UI" w:cs="Segoe UI"/>
                <w:sz w:val="20"/>
                <w:szCs w:val="20"/>
              </w:rPr>
            </w:pPr>
            <w:permStart w:id="1523257083" w:edGrp="everyone"/>
          </w:p>
        </w:tc>
      </w:tr>
      <w:tr w:rsidR="00B66BF1" w:rsidRPr="0053104E" w14:paraId="2BE4091D" w14:textId="77777777">
        <w:tc>
          <w:tcPr>
            <w:tcW w:w="4428" w:type="dxa"/>
            <w:tcBorders>
              <w:top w:val="single" w:sz="4" w:space="0" w:color="auto"/>
              <w:bottom w:val="single" w:sz="4" w:space="0" w:color="auto"/>
            </w:tcBorders>
          </w:tcPr>
          <w:p w14:paraId="7A9471F0" w14:textId="3BB54061" w:rsidR="00B66BF1" w:rsidRPr="0053104E" w:rsidRDefault="00B66BF1" w:rsidP="00B66BF1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B66BF1" w:rsidRPr="0053104E" w14:paraId="010FA23F" w14:textId="77777777">
        <w:tc>
          <w:tcPr>
            <w:tcW w:w="4428" w:type="dxa"/>
            <w:tcBorders>
              <w:top w:val="single" w:sz="4" w:space="0" w:color="auto"/>
              <w:bottom w:val="single" w:sz="4" w:space="0" w:color="auto"/>
            </w:tcBorders>
          </w:tcPr>
          <w:p w14:paraId="663E5A00" w14:textId="7DB5255B" w:rsidR="00B66BF1" w:rsidRPr="0053104E" w:rsidRDefault="00B66BF1" w:rsidP="00B66BF1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permEnd w:id="1523257083"/>
    </w:tbl>
    <w:p w14:paraId="4FD0021C" w14:textId="77777777" w:rsidR="00B66BF1" w:rsidRPr="0053104E" w:rsidRDefault="00B66BF1" w:rsidP="00F35B73">
      <w:pPr>
        <w:rPr>
          <w:rFonts w:ascii="Segoe UI" w:hAnsi="Segoe UI" w:cs="Segoe UI"/>
          <w:sz w:val="20"/>
          <w:szCs w:val="20"/>
        </w:rPr>
      </w:pPr>
    </w:p>
    <w:p w14:paraId="79EDC0FD" w14:textId="5EFB5B77" w:rsidR="00B66BF1" w:rsidRPr="0053104E" w:rsidRDefault="00B66BF1" w:rsidP="00F35B73">
      <w:pPr>
        <w:rPr>
          <w:rFonts w:ascii="Segoe UI" w:hAnsi="Segoe UI" w:cs="Segoe UI"/>
          <w:sz w:val="20"/>
          <w:szCs w:val="20"/>
        </w:rPr>
      </w:pPr>
    </w:p>
    <w:p w14:paraId="3111A6E4" w14:textId="77777777" w:rsidR="00A46E0D" w:rsidRPr="0053104E" w:rsidRDefault="00D76C57" w:rsidP="00D76C57">
      <w:pPr>
        <w:pStyle w:val="Naslov1"/>
        <w:jc w:val="center"/>
        <w:rPr>
          <w:rFonts w:ascii="Segoe UI" w:hAnsi="Segoe UI" w:cs="Segoe UI"/>
          <w:sz w:val="20"/>
          <w:szCs w:val="20"/>
        </w:rPr>
      </w:pPr>
      <w:r w:rsidRPr="0053104E">
        <w:rPr>
          <w:rFonts w:ascii="Segoe UI" w:hAnsi="Segoe UI" w:cs="Segoe UI"/>
          <w:sz w:val="20"/>
          <w:szCs w:val="20"/>
        </w:rPr>
        <w:t>IZJAVA O IZPOLNJEVANJU POGOJEV</w:t>
      </w:r>
    </w:p>
    <w:p w14:paraId="0D3C51C5" w14:textId="77777777" w:rsidR="00D76C57" w:rsidRPr="0053104E" w:rsidRDefault="00D76C57" w:rsidP="00D76C57">
      <w:pPr>
        <w:rPr>
          <w:rFonts w:ascii="Segoe UI" w:hAnsi="Segoe UI" w:cs="Segoe UI"/>
          <w:sz w:val="20"/>
          <w:szCs w:val="20"/>
        </w:rPr>
      </w:pPr>
    </w:p>
    <w:p w14:paraId="5E19BD58" w14:textId="77777777" w:rsidR="00D76C57" w:rsidRPr="0053104E" w:rsidRDefault="00D76C57" w:rsidP="00D76C57">
      <w:pPr>
        <w:rPr>
          <w:rFonts w:ascii="Segoe UI" w:hAnsi="Segoe UI" w:cs="Segoe UI"/>
          <w:sz w:val="20"/>
          <w:szCs w:val="20"/>
        </w:rPr>
      </w:pPr>
    </w:p>
    <w:p w14:paraId="1C81BD73" w14:textId="77777777" w:rsidR="00A46E0D" w:rsidRPr="0053104E" w:rsidRDefault="00A46E0D" w:rsidP="00A46E0D">
      <w:pPr>
        <w:pStyle w:val="Naslov1"/>
        <w:rPr>
          <w:rFonts w:ascii="Segoe UI" w:hAnsi="Segoe UI" w:cs="Segoe UI"/>
          <w:b w:val="0"/>
          <w:bCs w:val="0"/>
          <w:sz w:val="20"/>
          <w:szCs w:val="20"/>
        </w:rPr>
      </w:pPr>
      <w:r w:rsidRPr="0053104E">
        <w:rPr>
          <w:rFonts w:ascii="Segoe UI" w:hAnsi="Segoe UI" w:cs="Segoe UI"/>
          <w:b w:val="0"/>
          <w:bCs w:val="0"/>
          <w:sz w:val="20"/>
          <w:szCs w:val="20"/>
        </w:rPr>
        <w:t>Pod kazensko in materialno odgovornostjo izjavljamo, da izpolnjujemo naslednje pogoje:</w:t>
      </w:r>
    </w:p>
    <w:p w14:paraId="3DA57EB8" w14:textId="46B6D93C" w:rsidR="00891017" w:rsidRPr="00220842" w:rsidRDefault="00A46E0D" w:rsidP="00B52031">
      <w:pPr>
        <w:numPr>
          <w:ilvl w:val="0"/>
          <w:numId w:val="2"/>
        </w:numPr>
        <w:ind w:left="708"/>
        <w:jc w:val="both"/>
        <w:rPr>
          <w:rFonts w:ascii="Segoe UI" w:hAnsi="Segoe UI" w:cs="Segoe UI"/>
          <w:sz w:val="20"/>
          <w:szCs w:val="20"/>
        </w:rPr>
      </w:pPr>
      <w:r w:rsidRPr="00220842">
        <w:rPr>
          <w:rFonts w:ascii="Segoe UI" w:hAnsi="Segoe UI" w:cs="Segoe UI"/>
          <w:sz w:val="20"/>
          <w:szCs w:val="20"/>
        </w:rPr>
        <w:t>da smo registrirani pri pristojnem sodišču ali drugem pristojnem organu</w:t>
      </w:r>
      <w:r w:rsidR="00220842">
        <w:rPr>
          <w:rFonts w:ascii="Segoe UI" w:hAnsi="Segoe UI" w:cs="Segoe UI"/>
          <w:sz w:val="20"/>
          <w:szCs w:val="20"/>
        </w:rPr>
        <w:t xml:space="preserve"> </w:t>
      </w:r>
      <w:r w:rsidRPr="00220842">
        <w:rPr>
          <w:rFonts w:ascii="Segoe UI" w:hAnsi="Segoe UI" w:cs="Segoe UI"/>
          <w:sz w:val="20"/>
          <w:szCs w:val="20"/>
        </w:rPr>
        <w:t>da imamo potrebno dovoljenje za opravljanje dejavnosti, ki je predmet javnega naročila</w:t>
      </w:r>
      <w:r w:rsidR="001378A8" w:rsidRPr="00220842">
        <w:rPr>
          <w:rFonts w:ascii="Segoe UI" w:hAnsi="Segoe UI" w:cs="Segoe UI"/>
          <w:sz w:val="20"/>
          <w:szCs w:val="20"/>
        </w:rPr>
        <w:t xml:space="preserve"> –</w:t>
      </w:r>
      <w:bookmarkStart w:id="1" w:name="_Hlk47952413"/>
      <w:r w:rsidR="00347D35" w:rsidRPr="00220842">
        <w:rPr>
          <w:rFonts w:ascii="Segoe UI" w:hAnsi="Segoe UI" w:cs="Segoe UI"/>
          <w:sz w:val="20"/>
          <w:szCs w:val="20"/>
        </w:rPr>
        <w:t xml:space="preserve"> </w:t>
      </w:r>
    </w:p>
    <w:bookmarkEnd w:id="1"/>
    <w:p w14:paraId="41CCF73D" w14:textId="77777777" w:rsidR="00F77C94" w:rsidRPr="00F77C94" w:rsidRDefault="00F77C94" w:rsidP="00F77C94">
      <w:pPr>
        <w:pStyle w:val="Odstavekseznama"/>
        <w:rPr>
          <w:rFonts w:ascii="Segoe UI" w:hAnsi="Segoe UI" w:cs="Segoe UI"/>
          <w:b/>
          <w:bCs/>
          <w:sz w:val="20"/>
          <w:szCs w:val="20"/>
        </w:rPr>
      </w:pPr>
      <w:r w:rsidRPr="00F77C94">
        <w:rPr>
          <w:rFonts w:ascii="Segoe UI" w:hAnsi="Segoe UI" w:cs="Segoe UI"/>
          <w:b/>
          <w:bCs/>
          <w:sz w:val="20"/>
          <w:szCs w:val="20"/>
        </w:rPr>
        <w:t xml:space="preserve">Izvajanje arheološke raziskave med izvedbo projekta »Namakalni sistem na območju občine Vipava (sklop 2)« </w:t>
      </w:r>
    </w:p>
    <w:p w14:paraId="2158EE70" w14:textId="77777777" w:rsidR="00A46E0D" w:rsidRPr="0053104E" w:rsidRDefault="00A46E0D" w:rsidP="00A46E0D">
      <w:pPr>
        <w:numPr>
          <w:ilvl w:val="0"/>
          <w:numId w:val="2"/>
        </w:numPr>
        <w:jc w:val="both"/>
        <w:rPr>
          <w:rFonts w:ascii="Segoe UI" w:hAnsi="Segoe UI" w:cs="Segoe UI"/>
          <w:sz w:val="20"/>
          <w:szCs w:val="20"/>
        </w:rPr>
      </w:pPr>
      <w:r w:rsidRPr="0053104E">
        <w:rPr>
          <w:rFonts w:ascii="Segoe UI" w:hAnsi="Segoe UI" w:cs="Segoe UI"/>
          <w:sz w:val="20"/>
          <w:szCs w:val="20"/>
        </w:rPr>
        <w:t>da nismo v kazenskem postopku zaradi suma storitve kaznivega dejanja v zvezi s podkupovanjem ali da zaradi takega kaznivega dejanja nismo pravnomočno obsojeni</w:t>
      </w:r>
    </w:p>
    <w:p w14:paraId="6BC00917" w14:textId="77777777" w:rsidR="00A46E0D" w:rsidRPr="0053104E" w:rsidRDefault="00A46E0D" w:rsidP="00A46E0D">
      <w:pPr>
        <w:numPr>
          <w:ilvl w:val="0"/>
          <w:numId w:val="2"/>
        </w:numPr>
        <w:jc w:val="both"/>
        <w:rPr>
          <w:rFonts w:ascii="Segoe UI" w:hAnsi="Segoe UI" w:cs="Segoe UI"/>
          <w:sz w:val="20"/>
          <w:szCs w:val="20"/>
        </w:rPr>
      </w:pPr>
      <w:r w:rsidRPr="0053104E">
        <w:rPr>
          <w:rFonts w:ascii="Segoe UI" w:hAnsi="Segoe UI" w:cs="Segoe UI"/>
          <w:sz w:val="20"/>
          <w:szCs w:val="20"/>
        </w:rPr>
        <w:t>da zoper nas ni uveden ali začet postopek prisilne poravnave, stečajni ali likvidacijski postopek, drug postopek, katerega posledica ali namen je prenehanje našega poslovanj; da naše poslovanje ne vodi izredna uprava; da zoper nas ni bil uveden katerikoli drug postopek podoben navedenim postopkom skladno s predpisi države, v kateri imamo sedež</w:t>
      </w:r>
    </w:p>
    <w:p w14:paraId="41299F5B" w14:textId="77777777" w:rsidR="00A46E0D" w:rsidRPr="0053104E" w:rsidRDefault="00A46E0D" w:rsidP="00A46E0D">
      <w:pPr>
        <w:numPr>
          <w:ilvl w:val="0"/>
          <w:numId w:val="2"/>
        </w:numPr>
        <w:jc w:val="both"/>
        <w:rPr>
          <w:rFonts w:ascii="Segoe UI" w:hAnsi="Segoe UI" w:cs="Segoe UI"/>
          <w:sz w:val="20"/>
          <w:szCs w:val="20"/>
        </w:rPr>
      </w:pPr>
      <w:r w:rsidRPr="0053104E">
        <w:rPr>
          <w:rFonts w:ascii="Segoe UI" w:hAnsi="Segoe UI" w:cs="Segoe UI"/>
          <w:sz w:val="20"/>
          <w:szCs w:val="20"/>
        </w:rPr>
        <w:t>da imamo poravnane davke in prispevke v skladu s predpisi države, v kateri imamo sedež; da imamo poravnane v Republiki Sloveniji tiste dajatve,, ki bi jih morali poravnati (v primeru, da je sedež ponudnika v tujini)</w:t>
      </w:r>
    </w:p>
    <w:p w14:paraId="74D34464" w14:textId="77777777" w:rsidR="00A46E0D" w:rsidRPr="0053104E" w:rsidRDefault="00A46E0D" w:rsidP="00A46E0D">
      <w:pPr>
        <w:numPr>
          <w:ilvl w:val="0"/>
          <w:numId w:val="2"/>
        </w:numPr>
        <w:jc w:val="both"/>
        <w:rPr>
          <w:rFonts w:ascii="Segoe UI" w:hAnsi="Segoe UI" w:cs="Segoe UI"/>
          <w:sz w:val="20"/>
          <w:szCs w:val="20"/>
        </w:rPr>
      </w:pPr>
      <w:r w:rsidRPr="0053104E">
        <w:rPr>
          <w:rFonts w:ascii="Segoe UI" w:hAnsi="Segoe UI" w:cs="Segoe UI"/>
          <w:sz w:val="20"/>
          <w:szCs w:val="20"/>
        </w:rPr>
        <w:t>da nismo bili kaznovani za dejanje v zvezi s poslovanjem oziroma so posledice sodbe že izbrisane</w:t>
      </w:r>
    </w:p>
    <w:p w14:paraId="67F3A477" w14:textId="77777777" w:rsidR="00A46E0D" w:rsidRPr="0053104E" w:rsidRDefault="00A46E0D" w:rsidP="00A46E0D">
      <w:pPr>
        <w:numPr>
          <w:ilvl w:val="0"/>
          <w:numId w:val="2"/>
        </w:numPr>
        <w:jc w:val="both"/>
        <w:rPr>
          <w:rFonts w:ascii="Segoe UI" w:hAnsi="Segoe UI" w:cs="Segoe UI"/>
          <w:sz w:val="20"/>
          <w:szCs w:val="20"/>
        </w:rPr>
      </w:pPr>
      <w:r w:rsidRPr="0053104E">
        <w:rPr>
          <w:rFonts w:ascii="Segoe UI" w:hAnsi="Segoe UI" w:cs="Segoe UI"/>
          <w:sz w:val="20"/>
          <w:szCs w:val="20"/>
        </w:rPr>
        <w:t>da smo finančno in poslovno sposobni</w:t>
      </w:r>
    </w:p>
    <w:p w14:paraId="08F9580E" w14:textId="77777777" w:rsidR="00A46E0D" w:rsidRPr="0053104E" w:rsidRDefault="00A46E0D" w:rsidP="00A46E0D">
      <w:pPr>
        <w:numPr>
          <w:ilvl w:val="0"/>
          <w:numId w:val="2"/>
        </w:numPr>
        <w:jc w:val="both"/>
        <w:rPr>
          <w:rFonts w:ascii="Segoe UI" w:hAnsi="Segoe UI" w:cs="Segoe UI"/>
          <w:sz w:val="20"/>
          <w:szCs w:val="20"/>
        </w:rPr>
      </w:pPr>
      <w:r w:rsidRPr="0053104E">
        <w:rPr>
          <w:rFonts w:ascii="Segoe UI" w:hAnsi="Segoe UI" w:cs="Segoe UI"/>
          <w:sz w:val="20"/>
          <w:szCs w:val="20"/>
        </w:rPr>
        <w:t>da razpolagamo z zadostnimi tehničnimi zmogljivostmi.</w:t>
      </w:r>
    </w:p>
    <w:p w14:paraId="60B3B6FF" w14:textId="77777777" w:rsidR="00A46E0D" w:rsidRPr="0053104E" w:rsidRDefault="00A46E0D" w:rsidP="00A46E0D">
      <w:pPr>
        <w:rPr>
          <w:rFonts w:ascii="Segoe UI" w:hAnsi="Segoe UI" w:cs="Segoe UI"/>
          <w:sz w:val="20"/>
          <w:szCs w:val="20"/>
        </w:rPr>
      </w:pPr>
    </w:p>
    <w:p w14:paraId="69805164" w14:textId="77777777" w:rsidR="00A46E0D" w:rsidRPr="0053104E" w:rsidRDefault="00A46E0D" w:rsidP="00A46E0D">
      <w:pPr>
        <w:jc w:val="both"/>
        <w:rPr>
          <w:rFonts w:ascii="Segoe UI" w:hAnsi="Segoe UI" w:cs="Segoe UI"/>
          <w:sz w:val="20"/>
          <w:szCs w:val="20"/>
        </w:rPr>
      </w:pPr>
      <w:r w:rsidRPr="0053104E">
        <w:rPr>
          <w:rFonts w:ascii="Segoe UI" w:hAnsi="Segoe UI" w:cs="Segoe UI"/>
          <w:sz w:val="20"/>
          <w:szCs w:val="20"/>
        </w:rPr>
        <w:t>Prav tako izjavljamo, da so zgoraj navedene trditve resnične in smo jih, če bo naročnik tako zahteval, pripravljeni takoj dokazati s predložitvijo ustreznih potrdil in listin. Zavezujemo se, da bomo naročniku poravnali vso škodo, ki bi jo povzročili iz naslova zgoraj navedenih trditev, če bi se za le-te v postopku izvajanja naročila ugotovilo, da niso resnične.</w:t>
      </w:r>
    </w:p>
    <w:p w14:paraId="7ABF53B9" w14:textId="77777777" w:rsidR="00A46E0D" w:rsidRPr="0053104E" w:rsidRDefault="00A46E0D" w:rsidP="00A46E0D">
      <w:pPr>
        <w:rPr>
          <w:rFonts w:ascii="Segoe UI" w:hAnsi="Segoe UI" w:cs="Segoe UI"/>
          <w:sz w:val="20"/>
          <w:szCs w:val="20"/>
        </w:rPr>
      </w:pPr>
    </w:p>
    <w:p w14:paraId="18FBDDB7" w14:textId="77777777" w:rsidR="00A46E0D" w:rsidRPr="0053104E" w:rsidRDefault="00A46E0D" w:rsidP="00A46E0D">
      <w:pPr>
        <w:ind w:left="4956"/>
        <w:rPr>
          <w:rFonts w:ascii="Segoe UI" w:hAnsi="Segoe UI" w:cs="Segoe UI"/>
          <w:b/>
          <w:bCs/>
          <w:sz w:val="20"/>
          <w:szCs w:val="20"/>
        </w:rPr>
      </w:pPr>
      <w:r w:rsidRPr="0053104E">
        <w:rPr>
          <w:rFonts w:ascii="Segoe UI" w:hAnsi="Segoe UI" w:cs="Segoe UI"/>
          <w:sz w:val="20"/>
          <w:szCs w:val="20"/>
        </w:rPr>
        <w:t xml:space="preserve"> </w:t>
      </w:r>
      <w:r w:rsidRPr="0053104E">
        <w:rPr>
          <w:rFonts w:ascii="Segoe UI" w:hAnsi="Segoe UI" w:cs="Segoe UI"/>
          <w:b/>
          <w:bCs/>
          <w:sz w:val="20"/>
          <w:szCs w:val="20"/>
        </w:rPr>
        <w:t>Žig in podpis ponudnika:</w:t>
      </w:r>
    </w:p>
    <w:sectPr w:rsidR="00A46E0D" w:rsidRPr="005310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D16D1F" w14:textId="77777777" w:rsidR="000E0929" w:rsidRDefault="000E0929" w:rsidP="00F77C94">
      <w:r>
        <w:separator/>
      </w:r>
    </w:p>
  </w:endnote>
  <w:endnote w:type="continuationSeparator" w:id="0">
    <w:p w14:paraId="1118768D" w14:textId="77777777" w:rsidR="000E0929" w:rsidRDefault="000E0929" w:rsidP="00F77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12064F" w14:textId="77777777" w:rsidR="000E0929" w:rsidRDefault="000E0929" w:rsidP="00F77C94">
      <w:r>
        <w:separator/>
      </w:r>
    </w:p>
  </w:footnote>
  <w:footnote w:type="continuationSeparator" w:id="0">
    <w:p w14:paraId="23DD3333" w14:textId="77777777" w:rsidR="000E0929" w:rsidRDefault="000E0929" w:rsidP="00F77C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D5270" w14:textId="0A3AE22E" w:rsidR="00F77C94" w:rsidRDefault="00F77C94" w:rsidP="00F77C94">
    <w:pPr>
      <w:pStyle w:val="Glava"/>
      <w:jc w:val="center"/>
    </w:pPr>
    <w:r w:rsidRPr="00CF146E">
      <w:rPr>
        <w:rFonts w:ascii="Calibri" w:hAnsi="Calibri"/>
        <w:noProof/>
        <w:lang w:eastAsia="en-US"/>
      </w:rPr>
      <w:drawing>
        <wp:inline distT="0" distB="0" distL="0" distR="0" wp14:anchorId="1003C1B3" wp14:editId="7B2AB256">
          <wp:extent cx="4876800" cy="479570"/>
          <wp:effectExtent l="0" t="0" r="0" b="0"/>
          <wp:docPr id="1000305306" name="Slika 10003053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165823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17346" cy="4835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D43F0FD" w14:textId="77777777" w:rsidR="00F77C94" w:rsidRDefault="00F77C94" w:rsidP="00F77C94">
    <w:pPr>
      <w:pStyle w:val="Glava"/>
      <w:jc w:val="center"/>
    </w:pPr>
  </w:p>
  <w:p w14:paraId="7D1304DE" w14:textId="77777777" w:rsidR="00F77C94" w:rsidRDefault="00F77C94" w:rsidP="00F77C94">
    <w:pPr>
      <w:pStyle w:val="Glav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A6578C"/>
    <w:multiLevelType w:val="hybridMultilevel"/>
    <w:tmpl w:val="226C0C1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CCC282C"/>
    <w:multiLevelType w:val="hybridMultilevel"/>
    <w:tmpl w:val="A7D07356"/>
    <w:lvl w:ilvl="0" w:tplc="A4668DF8">
      <w:start w:val="1"/>
      <w:numFmt w:val="none"/>
      <w:pStyle w:val="Slog1"/>
      <w:lvlText w:val="1.00"/>
      <w:lvlJc w:val="left"/>
      <w:pPr>
        <w:tabs>
          <w:tab w:val="num" w:pos="927"/>
        </w:tabs>
        <w:ind w:left="927" w:hanging="567"/>
      </w:pPr>
      <w:rPr>
        <w:rFonts w:ascii="Arial" w:hAnsi="Arial" w:hint="default"/>
        <w:b/>
        <w:i w:val="0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902621">
    <w:abstractNumId w:val="1"/>
  </w:num>
  <w:num w:numId="2" w16cid:durableId="818378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E8C"/>
    <w:rsid w:val="000E0929"/>
    <w:rsid w:val="000F1E77"/>
    <w:rsid w:val="0011667F"/>
    <w:rsid w:val="001378A8"/>
    <w:rsid w:val="00142FD3"/>
    <w:rsid w:val="001F2A56"/>
    <w:rsid w:val="00220842"/>
    <w:rsid w:val="002665BB"/>
    <w:rsid w:val="0033734C"/>
    <w:rsid w:val="0034508A"/>
    <w:rsid w:val="00347D35"/>
    <w:rsid w:val="003563D8"/>
    <w:rsid w:val="00375CC7"/>
    <w:rsid w:val="00397461"/>
    <w:rsid w:val="003E552D"/>
    <w:rsid w:val="00421CED"/>
    <w:rsid w:val="004738C9"/>
    <w:rsid w:val="004A4C0E"/>
    <w:rsid w:val="004E497A"/>
    <w:rsid w:val="0053104E"/>
    <w:rsid w:val="005315AA"/>
    <w:rsid w:val="0058088D"/>
    <w:rsid w:val="00591513"/>
    <w:rsid w:val="005A4A8C"/>
    <w:rsid w:val="005C7C13"/>
    <w:rsid w:val="005D0150"/>
    <w:rsid w:val="006F4493"/>
    <w:rsid w:val="006F55CC"/>
    <w:rsid w:val="00710803"/>
    <w:rsid w:val="00754FFF"/>
    <w:rsid w:val="00774101"/>
    <w:rsid w:val="007745BF"/>
    <w:rsid w:val="00781593"/>
    <w:rsid w:val="0083285B"/>
    <w:rsid w:val="008674DA"/>
    <w:rsid w:val="00891017"/>
    <w:rsid w:val="00951FAA"/>
    <w:rsid w:val="009E76DE"/>
    <w:rsid w:val="00A46E0D"/>
    <w:rsid w:val="00AE5D12"/>
    <w:rsid w:val="00AE7A73"/>
    <w:rsid w:val="00B00267"/>
    <w:rsid w:val="00B17E8C"/>
    <w:rsid w:val="00B430F4"/>
    <w:rsid w:val="00B5465C"/>
    <w:rsid w:val="00B66BF1"/>
    <w:rsid w:val="00C20726"/>
    <w:rsid w:val="00C37E66"/>
    <w:rsid w:val="00C4732F"/>
    <w:rsid w:val="00CA11DC"/>
    <w:rsid w:val="00CD5031"/>
    <w:rsid w:val="00CE37A5"/>
    <w:rsid w:val="00D043DA"/>
    <w:rsid w:val="00D76C57"/>
    <w:rsid w:val="00D808A7"/>
    <w:rsid w:val="00DB79D7"/>
    <w:rsid w:val="00DD1707"/>
    <w:rsid w:val="00E95AB3"/>
    <w:rsid w:val="00EA441D"/>
    <w:rsid w:val="00EB07DD"/>
    <w:rsid w:val="00F1322A"/>
    <w:rsid w:val="00F35B73"/>
    <w:rsid w:val="00F51F60"/>
    <w:rsid w:val="00F77C94"/>
    <w:rsid w:val="00F911D5"/>
    <w:rsid w:val="00FD5256"/>
    <w:rsid w:val="00FE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B8401F"/>
  <w15:chartTrackingRefBased/>
  <w15:docId w15:val="{86874654-B862-4FDB-A60F-667C38FC4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A46E0D"/>
    <w:rPr>
      <w:sz w:val="24"/>
      <w:szCs w:val="24"/>
    </w:rPr>
  </w:style>
  <w:style w:type="paragraph" w:styleId="Naslov1">
    <w:name w:val="heading 1"/>
    <w:basedOn w:val="Navaden"/>
    <w:next w:val="Navaden"/>
    <w:qFormat/>
    <w:rsid w:val="00A46E0D"/>
    <w:pPr>
      <w:keepNext/>
      <w:jc w:val="both"/>
      <w:outlineLvl w:val="0"/>
    </w:pPr>
    <w:rPr>
      <w:b/>
      <w:bCs/>
      <w:sz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Slog1">
    <w:name w:val="Slog1"/>
    <w:basedOn w:val="Navaden"/>
    <w:autoRedefine/>
    <w:rsid w:val="00591513"/>
    <w:pPr>
      <w:numPr>
        <w:numId w:val="1"/>
      </w:numPr>
    </w:pPr>
    <w:rPr>
      <w:b/>
      <w:color w:val="FF6600"/>
    </w:rPr>
  </w:style>
  <w:style w:type="table" w:styleId="Tabelamrea">
    <w:name w:val="Table Grid"/>
    <w:basedOn w:val="Navadnatabela"/>
    <w:rsid w:val="00B66B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5A4A8C"/>
    <w:pPr>
      <w:ind w:left="720"/>
      <w:contextualSpacing/>
    </w:pPr>
  </w:style>
  <w:style w:type="paragraph" w:styleId="Glava">
    <w:name w:val="header"/>
    <w:basedOn w:val="Navaden"/>
    <w:link w:val="GlavaZnak"/>
    <w:rsid w:val="00F77C9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F77C94"/>
    <w:rPr>
      <w:sz w:val="24"/>
      <w:szCs w:val="24"/>
    </w:rPr>
  </w:style>
  <w:style w:type="paragraph" w:styleId="Noga">
    <w:name w:val="footer"/>
    <w:basedOn w:val="Navaden"/>
    <w:link w:val="NogaZnak"/>
    <w:rsid w:val="00F77C9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F77C9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72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i\David\JN-ZBIRANJE%20PONUDB\Obr-E_IZJAVA%20O%20IZPOLNJEVANJU%20POGOJEV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Obr-E_IZJAVA O IZPOLNJEVANJU POGOJEV</Template>
  <TotalTime>7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OBR-E                                                           </vt:lpstr>
    </vt:vector>
  </TitlesOfParts>
  <Company>okolje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OBR-E</dc:title>
  <dc:subject/>
  <dc:creator>User</dc:creator>
  <cp:keywords/>
  <dc:description/>
  <cp:lastModifiedBy>Benjamin Nučič</cp:lastModifiedBy>
  <cp:revision>34</cp:revision>
  <cp:lastPrinted>2020-09-11T07:01:00Z</cp:lastPrinted>
  <dcterms:created xsi:type="dcterms:W3CDTF">2020-03-01T11:59:00Z</dcterms:created>
  <dcterms:modified xsi:type="dcterms:W3CDTF">2026-02-04T14:45:00Z</dcterms:modified>
</cp:coreProperties>
</file>