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18A4D" w14:textId="77777777" w:rsidR="00EC1379" w:rsidRPr="00164FEB" w:rsidRDefault="005F5B23" w:rsidP="005F5B23">
      <w:pPr>
        <w:pStyle w:val="Naslov1"/>
        <w:tabs>
          <w:tab w:val="right" w:pos="9072"/>
        </w:tabs>
        <w:jc w:val="left"/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IZPOLNI PONUDNIK</w:t>
      </w:r>
      <w:r w:rsidR="00612F00">
        <w:rPr>
          <w:rFonts w:ascii="Segoe UI" w:hAnsi="Segoe UI" w:cs="Segoe UI"/>
          <w:sz w:val="20"/>
          <w:szCs w:val="20"/>
        </w:rPr>
        <w:tab/>
      </w:r>
      <w:r w:rsidR="00EC1379" w:rsidRPr="00164FEB">
        <w:rPr>
          <w:rFonts w:ascii="Segoe UI" w:hAnsi="Segoe UI" w:cs="Segoe UI"/>
          <w:sz w:val="20"/>
          <w:szCs w:val="20"/>
        </w:rPr>
        <w:t>OBR-C</w:t>
      </w:r>
    </w:p>
    <w:p w14:paraId="40E3A116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069EE2EA" w14:textId="777891C3" w:rsidR="003817A6" w:rsidRPr="0009101D" w:rsidRDefault="003817A6" w:rsidP="003B75D4">
      <w:pPr>
        <w:tabs>
          <w:tab w:val="left" w:pos="851"/>
          <w:tab w:val="left" w:leader="underscore" w:pos="3402"/>
        </w:tabs>
        <w:rPr>
          <w:color w:val="1F497D"/>
          <w:sz w:val="22"/>
          <w:szCs w:val="22"/>
        </w:rPr>
      </w:pPr>
      <w:bookmarkStart w:id="0" w:name="_Hlk47952430"/>
      <w:r w:rsidRPr="00C22DAB">
        <w:rPr>
          <w:rFonts w:ascii="Segoe UI" w:hAnsi="Segoe UI" w:cs="Segoe UI"/>
          <w:sz w:val="20"/>
          <w:szCs w:val="20"/>
        </w:rPr>
        <w:t xml:space="preserve">Številka: </w:t>
      </w:r>
      <w:r w:rsidR="003B75D4">
        <w:rPr>
          <w:rFonts w:ascii="Segoe UI" w:hAnsi="Segoe UI" w:cs="Segoe UI"/>
          <w:sz w:val="20"/>
          <w:szCs w:val="20"/>
        </w:rPr>
        <w:tab/>
      </w:r>
      <w:r w:rsidR="003B75D4">
        <w:rPr>
          <w:rFonts w:ascii="Segoe UI" w:hAnsi="Segoe UI" w:cs="Segoe UI"/>
          <w:sz w:val="20"/>
          <w:szCs w:val="20"/>
        </w:rPr>
        <w:tab/>
      </w:r>
      <w:r w:rsidR="003B75D4" w:rsidRPr="002A686C">
        <w:rPr>
          <w:rFonts w:ascii="Segoe UI" w:hAnsi="Segoe UI" w:cs="Segoe UI"/>
          <w:sz w:val="20"/>
          <w:szCs w:val="20"/>
        </w:rPr>
        <w:tab/>
      </w:r>
    </w:p>
    <w:bookmarkEnd w:id="0"/>
    <w:p w14:paraId="0A1F79BB" w14:textId="3BF080C8" w:rsidR="00D17E4B" w:rsidRPr="002A686C" w:rsidRDefault="00D17E4B" w:rsidP="003B75D4">
      <w:pPr>
        <w:tabs>
          <w:tab w:val="left" w:pos="709"/>
          <w:tab w:val="left" w:pos="851"/>
          <w:tab w:val="left" w:leader="underscore" w:pos="3402"/>
        </w:tabs>
        <w:rPr>
          <w:rFonts w:ascii="Segoe UI" w:hAnsi="Segoe UI" w:cs="Segoe UI"/>
          <w:sz w:val="20"/>
          <w:szCs w:val="20"/>
        </w:rPr>
      </w:pPr>
      <w:r w:rsidRPr="002A686C">
        <w:rPr>
          <w:rFonts w:ascii="Segoe UI" w:hAnsi="Segoe UI" w:cs="Segoe UI"/>
          <w:sz w:val="20"/>
          <w:szCs w:val="20"/>
        </w:rPr>
        <w:t xml:space="preserve">Datum: </w:t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</w:p>
    <w:p w14:paraId="161B628C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33A057C5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29540246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16E80BE0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5F1C5F0C" w14:textId="77777777" w:rsidR="00EC1379" w:rsidRPr="00164FEB" w:rsidRDefault="00CD2D47" w:rsidP="00EC1379">
      <w:pPr>
        <w:pStyle w:val="Naslov4"/>
        <w:rPr>
          <w:rFonts w:ascii="Segoe UI" w:hAnsi="Segoe UI" w:cs="Segoe UI"/>
        </w:rPr>
      </w:pPr>
      <w:r w:rsidRPr="00164FEB">
        <w:rPr>
          <w:rFonts w:ascii="Segoe UI" w:hAnsi="Segoe UI" w:cs="Segoe UI"/>
        </w:rPr>
        <w:t>PODATKI O PONUDNIKU</w:t>
      </w:r>
    </w:p>
    <w:p w14:paraId="5E7744EC" w14:textId="77777777" w:rsidR="00EC1379" w:rsidRPr="00164FEB" w:rsidRDefault="00EC1379" w:rsidP="00EC1379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209BEB5A" w14:textId="77777777" w:rsidR="00F17FE6" w:rsidRPr="00164FEB" w:rsidRDefault="00F17FE6" w:rsidP="00164FEB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18A09877" w14:textId="77777777" w:rsidR="00164FEB" w:rsidRDefault="00EC1379" w:rsidP="00164FEB">
      <w:pPr>
        <w:jc w:val="center"/>
        <w:rPr>
          <w:rFonts w:ascii="Segoe UI" w:hAnsi="Segoe UI" w:cs="Segoe UI"/>
          <w:b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Predmet javnega naročila – po postopku zbiranja ponudb:</w:t>
      </w:r>
    </w:p>
    <w:p w14:paraId="1BC41719" w14:textId="5E4CC8AD" w:rsidR="00444237" w:rsidRPr="00E9286C" w:rsidRDefault="00E9286C" w:rsidP="00444237">
      <w:pPr>
        <w:jc w:val="center"/>
        <w:rPr>
          <w:rFonts w:ascii="Segoe UI" w:hAnsi="Segoe UI" w:cs="Segoe UI"/>
          <w:b/>
          <w:bCs/>
          <w:sz w:val="20"/>
          <w:szCs w:val="20"/>
        </w:rPr>
      </w:pPr>
      <w:r w:rsidRPr="00E9286C">
        <w:rPr>
          <w:rFonts w:ascii="Segoe UI" w:hAnsi="Segoe UI" w:cs="Segoe UI"/>
          <w:b/>
          <w:bCs/>
          <w:sz w:val="20"/>
          <w:szCs w:val="20"/>
        </w:rPr>
        <w:t>Izvedba spremembe projektne dokumentacije – Izgradnja pločnika od vinske kleti do kulturnega doma na Gradišču pri Vipavi</w:t>
      </w:r>
    </w:p>
    <w:p w14:paraId="65CADD2A" w14:textId="18309B57" w:rsidR="00623D4E" w:rsidRDefault="00623D4E" w:rsidP="00444237">
      <w:pPr>
        <w:jc w:val="center"/>
        <w:rPr>
          <w:rFonts w:ascii="Segoe UI" w:hAnsi="Segoe UI" w:cs="Segoe UI"/>
          <w:sz w:val="21"/>
          <w:szCs w:val="21"/>
        </w:rPr>
      </w:pPr>
    </w:p>
    <w:p w14:paraId="4D87BCDD" w14:textId="77777777" w:rsidR="005261F4" w:rsidRPr="00164FEB" w:rsidRDefault="005261F4" w:rsidP="00EC1379">
      <w:pPr>
        <w:rPr>
          <w:rFonts w:ascii="Segoe UI" w:hAnsi="Segoe UI" w:cs="Segoe UI"/>
          <w:b/>
          <w:sz w:val="20"/>
          <w:szCs w:val="20"/>
        </w:rPr>
      </w:pPr>
    </w:p>
    <w:p w14:paraId="6B65409A" w14:textId="77777777" w:rsidR="00EC1379" w:rsidRPr="00164FEB" w:rsidRDefault="00EC1379" w:rsidP="00EC1379">
      <w:pPr>
        <w:rPr>
          <w:rFonts w:ascii="Segoe UI" w:hAnsi="Segoe UI" w:cs="Segoe UI"/>
          <w:b/>
          <w:bCs/>
          <w:sz w:val="20"/>
          <w:szCs w:val="20"/>
        </w:rPr>
      </w:pPr>
      <w:r w:rsidRPr="00164FEB">
        <w:rPr>
          <w:rFonts w:ascii="Segoe UI" w:hAnsi="Segoe UI" w:cs="Segoe UI"/>
          <w:b/>
          <w:bCs/>
          <w:sz w:val="20"/>
          <w:szCs w:val="20"/>
        </w:rPr>
        <w:t>Podatki o ponudniku:</w:t>
      </w:r>
    </w:p>
    <w:p w14:paraId="266C3761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20953937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1.Podjetje:</w:t>
      </w:r>
    </w:p>
    <w:p w14:paraId="17C0B692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5728AC5F" w14:textId="66C6FCB3" w:rsidR="00F17FE6" w:rsidRPr="00164FEB" w:rsidRDefault="00EB7249" w:rsidP="00EB7249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4E698E3B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42823F7B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2. Zakoniti zastopnik:</w:t>
      </w:r>
    </w:p>
    <w:p w14:paraId="19CA278E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3CC66A9E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1A18BAE2" w14:textId="3531D41F" w:rsidR="00F17FE6" w:rsidRPr="00164FEB" w:rsidRDefault="00EB7249" w:rsidP="00EC1379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41C62A79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3. Davčna številka:                                           4. Matična številka:</w:t>
      </w:r>
    </w:p>
    <w:p w14:paraId="6A582A8A" w14:textId="349B5909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7E8A68B6" w14:textId="4C2C46E9" w:rsidR="007B01AC" w:rsidRPr="00164FEB" w:rsidRDefault="007B01AC" w:rsidP="007B01AC">
      <w:pPr>
        <w:tabs>
          <w:tab w:val="left" w:leader="underscore" w:pos="2552"/>
          <w:tab w:val="left" w:pos="3969"/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</w:p>
    <w:p w14:paraId="7A92AA21" w14:textId="77777777" w:rsidR="00027C7A" w:rsidRPr="00164FEB" w:rsidRDefault="00027C7A" w:rsidP="00027C7A">
      <w:pPr>
        <w:tabs>
          <w:tab w:val="left" w:leader="underscore" w:pos="2410"/>
          <w:tab w:val="left" w:pos="3828"/>
          <w:tab w:val="left" w:leader="underscore" w:pos="7088"/>
        </w:tabs>
        <w:rPr>
          <w:rFonts w:ascii="Segoe UI" w:hAnsi="Segoe UI" w:cs="Segoe UI"/>
          <w:sz w:val="20"/>
          <w:szCs w:val="20"/>
        </w:rPr>
      </w:pPr>
    </w:p>
    <w:p w14:paraId="09B54C7A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5. Naslov:</w:t>
      </w:r>
    </w:p>
    <w:p w14:paraId="0B43A06B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6541B527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5BCDE978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058299E8" w14:textId="77777777" w:rsidR="00EE34B0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6. Številka telefona in telefaksa:</w:t>
      </w:r>
    </w:p>
    <w:p w14:paraId="7E570FAD" w14:textId="77777777" w:rsidR="00164FEB" w:rsidRDefault="00164FEB" w:rsidP="00EE34B0">
      <w:pPr>
        <w:rPr>
          <w:rFonts w:ascii="Segoe UI" w:hAnsi="Segoe UI" w:cs="Segoe UI"/>
          <w:sz w:val="20"/>
          <w:szCs w:val="20"/>
        </w:rPr>
      </w:pPr>
    </w:p>
    <w:p w14:paraId="75B98694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6810ED01" w14:textId="77777777" w:rsidR="00EE34B0" w:rsidRPr="00164FEB" w:rsidRDefault="00EE34B0" w:rsidP="00EE34B0">
      <w:pPr>
        <w:rPr>
          <w:rFonts w:ascii="Segoe UI" w:hAnsi="Segoe UI" w:cs="Segoe UI"/>
          <w:sz w:val="20"/>
          <w:szCs w:val="20"/>
        </w:rPr>
      </w:pPr>
    </w:p>
    <w:p w14:paraId="6C61233E" w14:textId="77777777" w:rsidR="00EE34B0" w:rsidRPr="00164FEB" w:rsidRDefault="00EE34B0" w:rsidP="00EE34B0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7. Elektronski naslov:</w:t>
      </w:r>
    </w:p>
    <w:p w14:paraId="6591E03B" w14:textId="77777777" w:rsidR="00164FEB" w:rsidRDefault="00164FEB" w:rsidP="00EE34B0">
      <w:pPr>
        <w:rPr>
          <w:rFonts w:ascii="Segoe UI" w:hAnsi="Segoe UI" w:cs="Segoe UI"/>
          <w:sz w:val="20"/>
          <w:szCs w:val="20"/>
        </w:rPr>
      </w:pPr>
    </w:p>
    <w:p w14:paraId="20AFE529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3F9154C9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456E8999" w14:textId="77777777" w:rsidR="00EC1379" w:rsidRPr="00164FEB" w:rsidRDefault="00EE34B0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8</w:t>
      </w:r>
      <w:r w:rsidR="00EC1379" w:rsidRPr="00164FEB">
        <w:rPr>
          <w:rFonts w:ascii="Segoe UI" w:hAnsi="Segoe UI" w:cs="Segoe UI"/>
          <w:sz w:val="20"/>
          <w:szCs w:val="20"/>
        </w:rPr>
        <w:t>. Kontaktna oseba:</w:t>
      </w:r>
    </w:p>
    <w:p w14:paraId="3CA17F9C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770AC34E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6CE2CE5D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5413C709" w14:textId="77777777" w:rsidR="00EC1379" w:rsidRPr="00164FEB" w:rsidRDefault="00EE34B0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9</w:t>
      </w:r>
      <w:r w:rsidR="00EC1379" w:rsidRPr="00164FEB">
        <w:rPr>
          <w:rFonts w:ascii="Segoe UI" w:hAnsi="Segoe UI" w:cs="Segoe UI"/>
          <w:sz w:val="20"/>
          <w:szCs w:val="20"/>
        </w:rPr>
        <w:t>. Odgovorna oseba za podpis pogodbe:</w:t>
      </w:r>
    </w:p>
    <w:p w14:paraId="15C78AD9" w14:textId="77777777" w:rsidR="00164FEB" w:rsidRDefault="00164FEB" w:rsidP="000501C2">
      <w:pPr>
        <w:rPr>
          <w:rFonts w:ascii="Segoe UI" w:hAnsi="Segoe UI" w:cs="Segoe UI"/>
          <w:sz w:val="20"/>
          <w:szCs w:val="20"/>
        </w:rPr>
      </w:pPr>
    </w:p>
    <w:p w14:paraId="47B71437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15378E46" w14:textId="77777777" w:rsidR="000501C2" w:rsidRPr="00164FEB" w:rsidRDefault="000501C2" w:rsidP="00EC1379">
      <w:pPr>
        <w:pStyle w:val="Naslov1"/>
        <w:rPr>
          <w:rFonts w:ascii="Segoe UI" w:hAnsi="Segoe UI" w:cs="Segoe UI"/>
          <w:sz w:val="20"/>
          <w:szCs w:val="20"/>
        </w:rPr>
      </w:pPr>
    </w:p>
    <w:p w14:paraId="0F59D49F" w14:textId="77777777" w:rsidR="000501C2" w:rsidRPr="00164FEB" w:rsidRDefault="000501C2" w:rsidP="00EC1379">
      <w:pPr>
        <w:pStyle w:val="Naslov1"/>
        <w:rPr>
          <w:rFonts w:ascii="Segoe UI" w:hAnsi="Segoe UI" w:cs="Segoe UI"/>
          <w:sz w:val="20"/>
          <w:szCs w:val="20"/>
        </w:rPr>
      </w:pPr>
    </w:p>
    <w:p w14:paraId="043E8C4A" w14:textId="77777777" w:rsidR="00EC1379" w:rsidRPr="00164FEB" w:rsidRDefault="00EC1379" w:rsidP="000501C2">
      <w:pPr>
        <w:pStyle w:val="Naslov1"/>
        <w:ind w:left="3540" w:firstLine="708"/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 xml:space="preserve">                Žig in podpis ponudnika:</w:t>
      </w:r>
    </w:p>
    <w:sectPr w:rsidR="00EC1379" w:rsidRPr="0016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C282C"/>
    <w:multiLevelType w:val="hybridMultilevel"/>
    <w:tmpl w:val="A7D07356"/>
    <w:lvl w:ilvl="0" w:tplc="A4668DF8">
      <w:start w:val="1"/>
      <w:numFmt w:val="none"/>
      <w:pStyle w:val="Slog1"/>
      <w:lvlText w:val="1.00"/>
      <w:lvlJc w:val="left"/>
      <w:pPr>
        <w:tabs>
          <w:tab w:val="num" w:pos="927"/>
        </w:tabs>
        <w:ind w:left="927" w:hanging="567"/>
      </w:pPr>
      <w:rPr>
        <w:rFonts w:ascii="Arial" w:hAnsi="Arial"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118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DF7"/>
    <w:rsid w:val="000045BA"/>
    <w:rsid w:val="00027C7A"/>
    <w:rsid w:val="000501C2"/>
    <w:rsid w:val="00071B02"/>
    <w:rsid w:val="00076268"/>
    <w:rsid w:val="000964A9"/>
    <w:rsid w:val="000D1BBE"/>
    <w:rsid w:val="00142FD3"/>
    <w:rsid w:val="00164FEB"/>
    <w:rsid w:val="001F2A56"/>
    <w:rsid w:val="002024DC"/>
    <w:rsid w:val="002665BB"/>
    <w:rsid w:val="0029414B"/>
    <w:rsid w:val="002A4BC1"/>
    <w:rsid w:val="002E4764"/>
    <w:rsid w:val="0034508A"/>
    <w:rsid w:val="00375CC7"/>
    <w:rsid w:val="003817A6"/>
    <w:rsid w:val="003B2DC1"/>
    <w:rsid w:val="003B75D4"/>
    <w:rsid w:val="003E552D"/>
    <w:rsid w:val="00444237"/>
    <w:rsid w:val="004738C9"/>
    <w:rsid w:val="00483DF7"/>
    <w:rsid w:val="00517FAC"/>
    <w:rsid w:val="005261F4"/>
    <w:rsid w:val="005315AA"/>
    <w:rsid w:val="0054708B"/>
    <w:rsid w:val="00582EA6"/>
    <w:rsid w:val="00590175"/>
    <w:rsid w:val="00591513"/>
    <w:rsid w:val="005918D0"/>
    <w:rsid w:val="005A766E"/>
    <w:rsid w:val="005F5B23"/>
    <w:rsid w:val="00612F00"/>
    <w:rsid w:val="00623D4E"/>
    <w:rsid w:val="0064486B"/>
    <w:rsid w:val="00657D7E"/>
    <w:rsid w:val="00691144"/>
    <w:rsid w:val="006C6D5C"/>
    <w:rsid w:val="006E5509"/>
    <w:rsid w:val="00704C43"/>
    <w:rsid w:val="007608A6"/>
    <w:rsid w:val="007745BF"/>
    <w:rsid w:val="00781593"/>
    <w:rsid w:val="007B01AC"/>
    <w:rsid w:val="007C6B3F"/>
    <w:rsid w:val="007D676A"/>
    <w:rsid w:val="00856BE5"/>
    <w:rsid w:val="008674DA"/>
    <w:rsid w:val="00876B6C"/>
    <w:rsid w:val="008E4D0D"/>
    <w:rsid w:val="00904F37"/>
    <w:rsid w:val="0091093A"/>
    <w:rsid w:val="0091769E"/>
    <w:rsid w:val="0092453E"/>
    <w:rsid w:val="00967D70"/>
    <w:rsid w:val="00A37F7B"/>
    <w:rsid w:val="00AE62A0"/>
    <w:rsid w:val="00B00267"/>
    <w:rsid w:val="00B23CA2"/>
    <w:rsid w:val="00B430F4"/>
    <w:rsid w:val="00B5465C"/>
    <w:rsid w:val="00C20726"/>
    <w:rsid w:val="00C318E5"/>
    <w:rsid w:val="00C76603"/>
    <w:rsid w:val="00C83D8C"/>
    <w:rsid w:val="00CD2D47"/>
    <w:rsid w:val="00D043DA"/>
    <w:rsid w:val="00D17E4B"/>
    <w:rsid w:val="00DB79D7"/>
    <w:rsid w:val="00E449DA"/>
    <w:rsid w:val="00E6434D"/>
    <w:rsid w:val="00E9286C"/>
    <w:rsid w:val="00E95AB3"/>
    <w:rsid w:val="00EA441D"/>
    <w:rsid w:val="00EB07DD"/>
    <w:rsid w:val="00EB7249"/>
    <w:rsid w:val="00EC1379"/>
    <w:rsid w:val="00ED6CAF"/>
    <w:rsid w:val="00EE34B0"/>
    <w:rsid w:val="00F126FC"/>
    <w:rsid w:val="00F1322A"/>
    <w:rsid w:val="00F17FE6"/>
    <w:rsid w:val="00F24D18"/>
    <w:rsid w:val="00F8309F"/>
    <w:rsid w:val="00FC3EF9"/>
    <w:rsid w:val="00FC59B5"/>
    <w:rsid w:val="00FD525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8B33C"/>
  <w15:chartTrackingRefBased/>
  <w15:docId w15:val="{14DAD8CF-E115-48F7-B136-57E7523B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C1379"/>
    <w:rPr>
      <w:sz w:val="24"/>
      <w:szCs w:val="24"/>
    </w:rPr>
  </w:style>
  <w:style w:type="paragraph" w:styleId="Naslov1">
    <w:name w:val="heading 1"/>
    <w:basedOn w:val="Navaden"/>
    <w:next w:val="Navaden"/>
    <w:qFormat/>
    <w:rsid w:val="00EC1379"/>
    <w:pPr>
      <w:keepNext/>
      <w:jc w:val="both"/>
      <w:outlineLvl w:val="0"/>
    </w:pPr>
    <w:rPr>
      <w:b/>
      <w:bCs/>
      <w:sz w:val="28"/>
    </w:rPr>
  </w:style>
  <w:style w:type="paragraph" w:styleId="Naslov4">
    <w:name w:val="heading 4"/>
    <w:basedOn w:val="Navaden"/>
    <w:next w:val="Navaden"/>
    <w:qFormat/>
    <w:rsid w:val="00EC1379"/>
    <w:pPr>
      <w:keepNext/>
      <w:jc w:val="center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1">
    <w:name w:val="Slog1"/>
    <w:basedOn w:val="Navaden"/>
    <w:autoRedefine/>
    <w:rsid w:val="00591513"/>
    <w:pPr>
      <w:numPr>
        <w:numId w:val="1"/>
      </w:numPr>
    </w:pPr>
    <w:rPr>
      <w:b/>
      <w:color w:val="FF6600"/>
    </w:rPr>
  </w:style>
  <w:style w:type="paragraph" w:styleId="Besedilooblaka">
    <w:name w:val="Balloon Text"/>
    <w:basedOn w:val="Navaden"/>
    <w:link w:val="BesedilooblakaZnak"/>
    <w:rsid w:val="007D676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D6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David\JN-ZBIRANJE%20PONUDB\Obr-C_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C5E0752-34B7-4581-BBCD-FEBB75F7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Obr-C_PONUDBA</Template>
  <TotalTime>22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>okolje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User</dc:creator>
  <cp:keywords/>
  <dc:description/>
  <cp:lastModifiedBy>Benjamin Nučič</cp:lastModifiedBy>
  <cp:revision>41</cp:revision>
  <cp:lastPrinted>2017-04-12T14:14:00Z</cp:lastPrinted>
  <dcterms:created xsi:type="dcterms:W3CDTF">2019-07-25T08:31:00Z</dcterms:created>
  <dcterms:modified xsi:type="dcterms:W3CDTF">2025-05-28T12:20:00Z</dcterms:modified>
</cp:coreProperties>
</file>